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33984F8" w14:textId="77777777" w:rsidR="0028524D" w:rsidRDefault="0028524D" w:rsidP="0028524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FD88183" w14:textId="77777777" w:rsidR="0028524D" w:rsidRDefault="0028524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122AC63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4B54A8" w:rsidRPr="0028524D">
        <w:rPr>
          <w:rFonts w:ascii="Corbel" w:hAnsi="Corbel"/>
          <w:b/>
          <w:bCs/>
          <w:smallCaps/>
          <w:sz w:val="24"/>
          <w:szCs w:val="24"/>
        </w:rPr>
        <w:t>2020-2023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14:paraId="6A743604" w14:textId="02D357E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51AD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51AD7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54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B54A8">
              <w:rPr>
                <w:rFonts w:ascii="Corbel" w:hAnsi="Corbel"/>
                <w:b w:val="0"/>
                <w:sz w:val="24"/>
                <w:szCs w:val="24"/>
              </w:rPr>
              <w:t>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4836458" w:rsidR="0085747A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2837125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758B4512" w:rsidRPr="1F80080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D6F0585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33B6ACE" w:rsidR="00C61DC5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  <w:r w:rsidR="7DF6E49A"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Gołacka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E.,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Jefmański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Wildowicz-Giegiel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872B0" w14:textId="77777777" w:rsidR="00AA0B45" w:rsidRDefault="00AA0B45" w:rsidP="00C16ABF">
      <w:pPr>
        <w:spacing w:after="0" w:line="240" w:lineRule="auto"/>
      </w:pPr>
      <w:r>
        <w:separator/>
      </w:r>
    </w:p>
  </w:endnote>
  <w:endnote w:type="continuationSeparator" w:id="0">
    <w:p w14:paraId="3597036E" w14:textId="77777777" w:rsidR="00AA0B45" w:rsidRDefault="00AA0B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ED120" w14:textId="77777777" w:rsidR="00AA0B45" w:rsidRDefault="00AA0B45" w:rsidP="00C16ABF">
      <w:pPr>
        <w:spacing w:after="0" w:line="240" w:lineRule="auto"/>
      </w:pPr>
      <w:r>
        <w:separator/>
      </w:r>
    </w:p>
  </w:footnote>
  <w:footnote w:type="continuationSeparator" w:id="0">
    <w:p w14:paraId="5E7097F5" w14:textId="77777777" w:rsidR="00AA0B45" w:rsidRDefault="00AA0B4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6D374-3FAA-4F8B-BC3C-63AABEB4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882</Words>
  <Characters>5296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2020-12-15T14:47:00Z</dcterms:created>
  <dcterms:modified xsi:type="dcterms:W3CDTF">2021-02-02T07:00:00Z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